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59799" w14:textId="77777777" w:rsidR="003A644C" w:rsidRPr="00B169DF" w:rsidRDefault="003A644C" w:rsidP="003A64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090327D2" w14:textId="77777777" w:rsidR="0085747A" w:rsidRPr="003A644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A644C">
        <w:rPr>
          <w:rFonts w:ascii="Corbel" w:hAnsi="Corbel"/>
          <w:b/>
          <w:smallCaps/>
          <w:sz w:val="24"/>
          <w:szCs w:val="24"/>
        </w:rPr>
        <w:t>SYLABUS</w:t>
      </w:r>
    </w:p>
    <w:p w14:paraId="591B508B" w14:textId="1426DA39" w:rsidR="0085747A" w:rsidRPr="003A644C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sz w:val="24"/>
          <w:szCs w:val="24"/>
        </w:rPr>
      </w:pPr>
      <w:r w:rsidRPr="003A644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A644C">
        <w:rPr>
          <w:rFonts w:ascii="Corbel" w:hAnsi="Corbel"/>
          <w:b/>
          <w:smallCaps/>
          <w:sz w:val="24"/>
          <w:szCs w:val="24"/>
        </w:rPr>
        <w:t xml:space="preserve"> </w:t>
      </w:r>
      <w:r w:rsidR="00997FDE" w:rsidRPr="003A644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72C38" w:rsidRPr="003A644C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="00997FDE" w:rsidRPr="003A644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872C38" w:rsidRPr="003A644C">
        <w:rPr>
          <w:rFonts w:ascii="Corbel" w:hAnsi="Corbel"/>
          <w:b/>
          <w:bCs/>
          <w:iCs/>
          <w:smallCaps/>
          <w:sz w:val="24"/>
          <w:szCs w:val="24"/>
        </w:rPr>
        <w:t>9</w:t>
      </w:r>
      <w:r w:rsidR="0085747A" w:rsidRPr="003A644C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</w:p>
    <w:p w14:paraId="12112DA0" w14:textId="4BE31AF0" w:rsidR="003A644C" w:rsidRPr="00B169DF" w:rsidRDefault="00EA4832" w:rsidP="003A64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A644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</w:t>
      </w:r>
      <w:r w:rsidR="003A644C">
        <w:rPr>
          <w:rFonts w:ascii="Corbel" w:hAnsi="Corbel"/>
          <w:i/>
          <w:sz w:val="24"/>
          <w:szCs w:val="24"/>
        </w:rPr>
        <w:tab/>
      </w:r>
    </w:p>
    <w:p w14:paraId="4AC20BD7" w14:textId="485BA507" w:rsidR="00445970" w:rsidRPr="003A644C" w:rsidRDefault="00445970" w:rsidP="00872C3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A644C">
        <w:rPr>
          <w:rFonts w:ascii="Corbel" w:hAnsi="Corbel"/>
          <w:sz w:val="20"/>
          <w:szCs w:val="20"/>
        </w:rPr>
        <w:t xml:space="preserve">Rok akademicki </w:t>
      </w:r>
      <w:r w:rsidR="0005795E" w:rsidRPr="003A644C">
        <w:rPr>
          <w:rFonts w:ascii="Corbel" w:hAnsi="Corbel"/>
          <w:sz w:val="20"/>
          <w:szCs w:val="20"/>
        </w:rPr>
        <w:t>20</w:t>
      </w:r>
      <w:r w:rsidR="00872C38" w:rsidRPr="003A644C">
        <w:rPr>
          <w:rFonts w:ascii="Corbel" w:hAnsi="Corbel"/>
          <w:sz w:val="20"/>
          <w:szCs w:val="20"/>
        </w:rPr>
        <w:t>28</w:t>
      </w:r>
      <w:r w:rsidR="0005795E" w:rsidRPr="003A644C">
        <w:rPr>
          <w:rFonts w:ascii="Corbel" w:hAnsi="Corbel"/>
          <w:sz w:val="20"/>
          <w:szCs w:val="20"/>
        </w:rPr>
        <w:t>/2</w:t>
      </w:r>
      <w:r w:rsidR="00A939D4" w:rsidRPr="003A644C">
        <w:rPr>
          <w:rFonts w:ascii="Corbel" w:hAnsi="Corbel"/>
          <w:sz w:val="20"/>
          <w:szCs w:val="20"/>
        </w:rPr>
        <w:t>02</w:t>
      </w:r>
      <w:r w:rsidR="00872C38" w:rsidRPr="003A644C">
        <w:rPr>
          <w:rFonts w:ascii="Corbel" w:hAnsi="Corbel"/>
          <w:sz w:val="20"/>
          <w:szCs w:val="20"/>
        </w:rPr>
        <w:t>9</w:t>
      </w:r>
    </w:p>
    <w:p w14:paraId="114D0C9A" w14:textId="77777777" w:rsidR="0085747A" w:rsidRPr="003A644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E92D16" w14:textId="77777777" w:rsidR="0085747A" w:rsidRPr="003A644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A644C">
        <w:rPr>
          <w:rFonts w:ascii="Corbel" w:hAnsi="Corbel"/>
          <w:szCs w:val="24"/>
        </w:rPr>
        <w:t xml:space="preserve">1. </w:t>
      </w:r>
      <w:r w:rsidR="0085747A" w:rsidRPr="003A644C">
        <w:rPr>
          <w:rFonts w:ascii="Corbel" w:hAnsi="Corbel"/>
          <w:szCs w:val="24"/>
        </w:rPr>
        <w:t xml:space="preserve">Podstawowe </w:t>
      </w:r>
      <w:r w:rsidR="00445970" w:rsidRPr="003A644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A644C" w14:paraId="08DFB6DF" w14:textId="77777777" w:rsidTr="00997FDE">
        <w:tc>
          <w:tcPr>
            <w:tcW w:w="2694" w:type="dxa"/>
            <w:vAlign w:val="center"/>
          </w:tcPr>
          <w:p w14:paraId="33738739" w14:textId="77777777" w:rsidR="0085747A" w:rsidRPr="003A644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177490" w14:textId="045D1A89" w:rsidR="0085747A" w:rsidRPr="003A644C" w:rsidRDefault="00997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A644C">
              <w:rPr>
                <w:rFonts w:ascii="Corbel" w:hAnsi="Corbel"/>
                <w:bCs/>
                <w:sz w:val="24"/>
                <w:szCs w:val="24"/>
              </w:rPr>
              <w:t>Komunikacja wspomagająca i alternatywna</w:t>
            </w:r>
          </w:p>
        </w:tc>
      </w:tr>
      <w:tr w:rsidR="0085747A" w:rsidRPr="003A644C" w14:paraId="35367B9C" w14:textId="77777777" w:rsidTr="00997FDE">
        <w:tc>
          <w:tcPr>
            <w:tcW w:w="2694" w:type="dxa"/>
            <w:vAlign w:val="center"/>
          </w:tcPr>
          <w:p w14:paraId="0977348C" w14:textId="77777777" w:rsidR="0085747A" w:rsidRPr="003A644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A644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27A6CB" w14:textId="77777777" w:rsidR="0085747A" w:rsidRPr="003A644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97FDE" w:rsidRPr="003A644C" w14:paraId="10C90CA6" w14:textId="77777777" w:rsidTr="00997FDE">
        <w:tc>
          <w:tcPr>
            <w:tcW w:w="2694" w:type="dxa"/>
            <w:vAlign w:val="center"/>
          </w:tcPr>
          <w:p w14:paraId="0630DC8D" w14:textId="77777777" w:rsidR="00997FDE" w:rsidRPr="003A644C" w:rsidRDefault="00997FDE" w:rsidP="00997FD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B89CEA3" w14:textId="455E346A" w:rsidR="00997FDE" w:rsidRPr="003A644C" w:rsidRDefault="00997FDE" w:rsidP="0099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DA63E6" w:rsidRPr="003A644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97FDE" w:rsidRPr="003A644C" w14:paraId="110F2079" w14:textId="77777777" w:rsidTr="00997FDE">
        <w:tc>
          <w:tcPr>
            <w:tcW w:w="2694" w:type="dxa"/>
            <w:vAlign w:val="center"/>
          </w:tcPr>
          <w:p w14:paraId="0BF6F015" w14:textId="77777777" w:rsidR="00997FDE" w:rsidRPr="003A644C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651CD0" w14:textId="7A1A2BBC" w:rsidR="00997FDE" w:rsidRPr="003A644C" w:rsidRDefault="00DA63E6" w:rsidP="0099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5753E2" w:rsidRPr="003A644C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997FDE" w:rsidRPr="003A644C" w14:paraId="2C97DCCA" w14:textId="77777777" w:rsidTr="00997FDE">
        <w:tc>
          <w:tcPr>
            <w:tcW w:w="2694" w:type="dxa"/>
            <w:vAlign w:val="center"/>
          </w:tcPr>
          <w:p w14:paraId="0C5D6B52" w14:textId="77777777" w:rsidR="00997FDE" w:rsidRPr="003A644C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EAE674" w14:textId="28DB8F15" w:rsidR="00997FDE" w:rsidRPr="003A644C" w:rsidRDefault="00997FDE" w:rsidP="0099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997FDE" w:rsidRPr="003A644C" w14:paraId="2130BC2E" w14:textId="77777777" w:rsidTr="00997FDE">
        <w:tc>
          <w:tcPr>
            <w:tcW w:w="2694" w:type="dxa"/>
            <w:vAlign w:val="center"/>
          </w:tcPr>
          <w:p w14:paraId="58FDF38B" w14:textId="77777777" w:rsidR="00997FDE" w:rsidRPr="003A644C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75043F" w14:textId="0A0CD6D3" w:rsidR="00997FDE" w:rsidRPr="003A644C" w:rsidRDefault="00997FDE" w:rsidP="0099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997FDE" w:rsidRPr="003A644C" w14:paraId="0C4D9E58" w14:textId="77777777" w:rsidTr="00997FDE">
        <w:tc>
          <w:tcPr>
            <w:tcW w:w="2694" w:type="dxa"/>
            <w:vAlign w:val="center"/>
          </w:tcPr>
          <w:p w14:paraId="65AFFBA3" w14:textId="77777777" w:rsidR="00997FDE" w:rsidRPr="003A644C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558EA2" w14:textId="299A06FD" w:rsidR="00997FDE" w:rsidRPr="003A644C" w:rsidRDefault="00997FDE" w:rsidP="0099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97FDE" w:rsidRPr="003A644C" w14:paraId="7A6D4328" w14:textId="77777777" w:rsidTr="00997FDE">
        <w:tc>
          <w:tcPr>
            <w:tcW w:w="2694" w:type="dxa"/>
            <w:vAlign w:val="center"/>
          </w:tcPr>
          <w:p w14:paraId="18C04002" w14:textId="77777777" w:rsidR="00997FDE" w:rsidRPr="003A644C" w:rsidRDefault="00997FDE" w:rsidP="00997FD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3C62" w14:textId="150AE371" w:rsidR="00997FDE" w:rsidRPr="003A644C" w:rsidRDefault="00997FDE" w:rsidP="0099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3A644C" w14:paraId="387C7D13" w14:textId="77777777" w:rsidTr="00997FDE">
        <w:tc>
          <w:tcPr>
            <w:tcW w:w="2694" w:type="dxa"/>
            <w:vAlign w:val="center"/>
          </w:tcPr>
          <w:p w14:paraId="4CB64147" w14:textId="77777777" w:rsidR="0085747A" w:rsidRPr="003A6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A644C">
              <w:rPr>
                <w:rFonts w:ascii="Corbel" w:hAnsi="Corbel"/>
                <w:sz w:val="24"/>
                <w:szCs w:val="24"/>
              </w:rPr>
              <w:t>/y</w:t>
            </w:r>
            <w:r w:rsidRPr="003A644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F3226E" w14:textId="2547E13C" w:rsidR="0085747A" w:rsidRPr="003A644C" w:rsidRDefault="00997FDE" w:rsidP="00CE0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 xml:space="preserve">V </w:t>
            </w:r>
            <w:r w:rsidR="00CE46B4" w:rsidRPr="003A644C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4E5CC3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A644C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CE02AE" w:rsidRPr="003A644C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3A644C" w14:paraId="231BB955" w14:textId="77777777" w:rsidTr="00997FDE">
        <w:tc>
          <w:tcPr>
            <w:tcW w:w="2694" w:type="dxa"/>
            <w:vAlign w:val="center"/>
          </w:tcPr>
          <w:p w14:paraId="1AD714B3" w14:textId="77777777" w:rsidR="0085747A" w:rsidRPr="003A6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41E5DA" w14:textId="1E80CD97" w:rsidR="0085747A" w:rsidRPr="003A644C" w:rsidRDefault="00997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kształcenia </w:t>
            </w:r>
            <w:r w:rsidR="00154F84" w:rsidRPr="003A644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specjalnościowego</w:t>
            </w:r>
          </w:p>
        </w:tc>
      </w:tr>
      <w:tr w:rsidR="00923D7D" w:rsidRPr="003A644C" w14:paraId="32779AC6" w14:textId="77777777" w:rsidTr="00997FDE">
        <w:tc>
          <w:tcPr>
            <w:tcW w:w="2694" w:type="dxa"/>
            <w:vAlign w:val="center"/>
          </w:tcPr>
          <w:p w14:paraId="79A1C33F" w14:textId="77777777" w:rsidR="00923D7D" w:rsidRPr="003A644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C5221" w14:textId="5DDF0D99" w:rsidR="00923D7D" w:rsidRPr="003A644C" w:rsidRDefault="00997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A644C" w14:paraId="06F97621" w14:textId="77777777" w:rsidTr="00997FDE">
        <w:tc>
          <w:tcPr>
            <w:tcW w:w="2694" w:type="dxa"/>
            <w:vAlign w:val="center"/>
          </w:tcPr>
          <w:p w14:paraId="31796F27" w14:textId="77777777" w:rsidR="0085747A" w:rsidRPr="003A6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A011D" w14:textId="75B9E88D" w:rsidR="0085747A" w:rsidRPr="003A644C" w:rsidRDefault="00872C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7FDE" w:rsidRPr="003A644C">
              <w:rPr>
                <w:rFonts w:ascii="Corbel" w:hAnsi="Corbel"/>
                <w:b w:val="0"/>
                <w:sz w:val="24"/>
                <w:szCs w:val="24"/>
              </w:rPr>
              <w:t>Anna Lenart</w:t>
            </w:r>
          </w:p>
        </w:tc>
      </w:tr>
      <w:tr w:rsidR="0085747A" w:rsidRPr="003A644C" w14:paraId="45BA7425" w14:textId="77777777" w:rsidTr="00997FDE">
        <w:tc>
          <w:tcPr>
            <w:tcW w:w="2694" w:type="dxa"/>
            <w:vAlign w:val="center"/>
          </w:tcPr>
          <w:p w14:paraId="2B357322" w14:textId="77777777" w:rsidR="0085747A" w:rsidRPr="003A64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8E9A19" w14:textId="205BE025" w:rsidR="0085747A" w:rsidRPr="003A644C" w:rsidRDefault="00872C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997FDE" w:rsidRPr="003A644C">
              <w:rPr>
                <w:rFonts w:ascii="Corbel" w:hAnsi="Corbel"/>
                <w:b w:val="0"/>
                <w:sz w:val="24"/>
                <w:szCs w:val="24"/>
              </w:rPr>
              <w:t xml:space="preserve"> Anna Lenart</w:t>
            </w:r>
          </w:p>
        </w:tc>
      </w:tr>
    </w:tbl>
    <w:p w14:paraId="02E8A1DC" w14:textId="77777777" w:rsidR="003A644C" w:rsidRPr="00B169DF" w:rsidRDefault="003A644C" w:rsidP="003A644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53F1492" w14:textId="77777777" w:rsidR="0085747A" w:rsidRPr="003A644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A644C">
        <w:rPr>
          <w:rFonts w:ascii="Corbel" w:hAnsi="Corbel"/>
          <w:sz w:val="24"/>
          <w:szCs w:val="24"/>
        </w:rPr>
        <w:t>1.</w:t>
      </w:r>
      <w:r w:rsidR="00E22FBC" w:rsidRPr="003A644C">
        <w:rPr>
          <w:rFonts w:ascii="Corbel" w:hAnsi="Corbel"/>
          <w:sz w:val="24"/>
          <w:szCs w:val="24"/>
        </w:rPr>
        <w:t>1</w:t>
      </w:r>
      <w:r w:rsidRPr="003A644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4ED32" w14:textId="77777777" w:rsidR="00923D7D" w:rsidRPr="003A644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779"/>
        <w:gridCol w:w="772"/>
        <w:gridCol w:w="851"/>
        <w:gridCol w:w="789"/>
        <w:gridCol w:w="814"/>
        <w:gridCol w:w="742"/>
        <w:gridCol w:w="938"/>
        <w:gridCol w:w="1229"/>
        <w:gridCol w:w="1455"/>
      </w:tblGrid>
      <w:tr w:rsidR="00015B8F" w:rsidRPr="003A644C" w14:paraId="27CFE57D" w14:textId="77777777" w:rsidTr="004E5C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6DEE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Semestr</w:t>
            </w:r>
          </w:p>
          <w:p w14:paraId="1FE22A57" w14:textId="77777777" w:rsidR="00015B8F" w:rsidRPr="003A64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(</w:t>
            </w:r>
            <w:r w:rsidR="00363F78" w:rsidRPr="003A644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0E24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604F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7963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97C5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1B03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0FA4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E058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5AAC" w14:textId="4C9A43F0" w:rsidR="00DA63E6" w:rsidRPr="003A644C" w:rsidRDefault="00872C3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A644C">
              <w:rPr>
                <w:rFonts w:ascii="Corbel" w:hAnsi="Corbel"/>
                <w:szCs w:val="24"/>
              </w:rPr>
              <w:t>W</w:t>
            </w:r>
            <w:r w:rsidR="00DA63E6" w:rsidRPr="003A644C">
              <w:rPr>
                <w:rFonts w:ascii="Corbel" w:hAnsi="Corbel"/>
                <w:szCs w:val="24"/>
              </w:rPr>
              <w:t>arsztaty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55FF" w14:textId="77777777" w:rsidR="00015B8F" w:rsidRPr="003A64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A644C">
              <w:rPr>
                <w:rFonts w:ascii="Corbel" w:hAnsi="Corbel"/>
                <w:b/>
                <w:szCs w:val="24"/>
              </w:rPr>
              <w:t>Liczba pkt</w:t>
            </w:r>
            <w:r w:rsidR="00B90885" w:rsidRPr="003A644C">
              <w:rPr>
                <w:rFonts w:ascii="Corbel" w:hAnsi="Corbel"/>
                <w:b/>
                <w:szCs w:val="24"/>
              </w:rPr>
              <w:t>.</w:t>
            </w:r>
            <w:r w:rsidRPr="003A644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A644C" w14:paraId="33F5814D" w14:textId="77777777" w:rsidTr="004E5CC3">
        <w:trPr>
          <w:trHeight w:val="45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BBAF" w14:textId="10BB4880" w:rsidR="00015B8F" w:rsidRPr="003A644C" w:rsidRDefault="00216B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0928" w14:textId="77777777" w:rsidR="00015B8F" w:rsidRPr="003A64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229E" w14:textId="065C813D" w:rsidR="00015B8F" w:rsidRPr="003A64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CE23" w14:textId="77777777" w:rsidR="00015B8F" w:rsidRPr="003A64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B3D0" w14:textId="77777777" w:rsidR="00015B8F" w:rsidRPr="003A64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4A7" w14:textId="77777777" w:rsidR="00015B8F" w:rsidRPr="003A64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7D17" w14:textId="77777777" w:rsidR="00015B8F" w:rsidRPr="003A64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ADB4" w14:textId="77777777" w:rsidR="00015B8F" w:rsidRPr="003A644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9DC6" w14:textId="3755B47A" w:rsidR="00015B8F" w:rsidRPr="003A644C" w:rsidRDefault="00DA63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5E10" w14:textId="04C63631" w:rsidR="00015B8F" w:rsidRPr="003A644C" w:rsidRDefault="00997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F45B38" w14:textId="77777777" w:rsidR="00923D7D" w:rsidRPr="003A644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5C1D3A" w14:textId="77777777" w:rsidR="0085747A" w:rsidRPr="003A644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>1.</w:t>
      </w:r>
      <w:r w:rsidR="00E22FBC" w:rsidRPr="003A644C">
        <w:rPr>
          <w:rFonts w:ascii="Corbel" w:hAnsi="Corbel"/>
          <w:smallCaps w:val="0"/>
          <w:szCs w:val="24"/>
        </w:rPr>
        <w:t>2</w:t>
      </w:r>
      <w:r w:rsidR="00F83B28" w:rsidRPr="003A644C">
        <w:rPr>
          <w:rFonts w:ascii="Corbel" w:hAnsi="Corbel"/>
          <w:smallCaps w:val="0"/>
          <w:szCs w:val="24"/>
        </w:rPr>
        <w:t>.</w:t>
      </w:r>
      <w:r w:rsidR="00F83B28" w:rsidRPr="003A644C">
        <w:rPr>
          <w:rFonts w:ascii="Corbel" w:hAnsi="Corbel"/>
          <w:smallCaps w:val="0"/>
          <w:szCs w:val="24"/>
        </w:rPr>
        <w:tab/>
      </w:r>
      <w:r w:rsidRPr="003A644C">
        <w:rPr>
          <w:rFonts w:ascii="Corbel" w:hAnsi="Corbel"/>
          <w:smallCaps w:val="0"/>
          <w:szCs w:val="24"/>
        </w:rPr>
        <w:t xml:space="preserve">Sposób realizacji zajęć  </w:t>
      </w:r>
    </w:p>
    <w:p w14:paraId="51DA2884" w14:textId="3E0EBD1A" w:rsidR="0085747A" w:rsidRPr="003A644C" w:rsidRDefault="00DA63E6" w:rsidP="00DA63E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A644C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3A644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511FE7" w14:textId="77777777" w:rsidR="0085747A" w:rsidRPr="003A644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A644C">
        <w:rPr>
          <w:rFonts w:ascii="Segoe UI Symbol" w:eastAsia="MS Gothic" w:hAnsi="Segoe UI Symbol" w:cs="Segoe UI Symbol"/>
          <w:b w:val="0"/>
          <w:szCs w:val="24"/>
        </w:rPr>
        <w:t>☐</w:t>
      </w:r>
      <w:r w:rsidRPr="003A644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41B37C" w14:textId="77777777" w:rsidR="0085747A" w:rsidRPr="003A644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5BED97" w14:textId="0B4AA0F6" w:rsidR="00E960BB" w:rsidRDefault="00E22FBC" w:rsidP="00316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 xml:space="preserve">1.3 </w:t>
      </w:r>
      <w:r w:rsidR="00F83B28" w:rsidRPr="003A644C">
        <w:rPr>
          <w:rFonts w:ascii="Corbel" w:hAnsi="Corbel"/>
          <w:smallCaps w:val="0"/>
          <w:szCs w:val="24"/>
        </w:rPr>
        <w:tab/>
      </w:r>
      <w:r w:rsidRPr="003A644C">
        <w:rPr>
          <w:rFonts w:ascii="Corbel" w:hAnsi="Corbel"/>
          <w:smallCaps w:val="0"/>
          <w:szCs w:val="24"/>
        </w:rPr>
        <w:t>For</w:t>
      </w:r>
      <w:r w:rsidR="00445970" w:rsidRPr="003A644C">
        <w:rPr>
          <w:rFonts w:ascii="Corbel" w:hAnsi="Corbel"/>
          <w:smallCaps w:val="0"/>
          <w:szCs w:val="24"/>
        </w:rPr>
        <w:t xml:space="preserve">ma zaliczenia przedmiotu </w:t>
      </w:r>
      <w:r w:rsidRPr="003A644C">
        <w:rPr>
          <w:rFonts w:ascii="Corbel" w:hAnsi="Corbel"/>
          <w:smallCaps w:val="0"/>
          <w:szCs w:val="24"/>
        </w:rPr>
        <w:t xml:space="preserve"> (z toku)</w:t>
      </w:r>
      <w:r w:rsidR="00316DB2">
        <w:rPr>
          <w:rFonts w:ascii="Corbel" w:hAnsi="Corbel"/>
          <w:smallCaps w:val="0"/>
          <w:szCs w:val="24"/>
        </w:rPr>
        <w:t xml:space="preserve">: </w:t>
      </w:r>
      <w:r w:rsidRPr="003A644C">
        <w:rPr>
          <w:rFonts w:ascii="Corbel" w:hAnsi="Corbel"/>
          <w:b w:val="0"/>
          <w:smallCaps w:val="0"/>
          <w:szCs w:val="24"/>
        </w:rPr>
        <w:t>zaliczenie z oceną</w:t>
      </w:r>
    </w:p>
    <w:p w14:paraId="2B0CF9C0" w14:textId="77777777" w:rsidR="00316DB2" w:rsidRPr="003A644C" w:rsidRDefault="00316DB2" w:rsidP="00316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4B6A42F" w14:textId="77777777" w:rsidR="00E960BB" w:rsidRPr="003A644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A644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644C" w14:paraId="4A6C1AAF" w14:textId="77777777" w:rsidTr="00745302">
        <w:tc>
          <w:tcPr>
            <w:tcW w:w="9670" w:type="dxa"/>
          </w:tcPr>
          <w:p w14:paraId="5489ED94" w14:textId="719CDE22" w:rsidR="0085747A" w:rsidRPr="003A644C" w:rsidRDefault="00997FDE" w:rsidP="003D02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ćwiczenia: </w:t>
            </w:r>
            <w:r w:rsidR="003D0290" w:rsidRPr="003A644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Psychologiczne aspekty rewalidacji osób z niepełnosprawnością</w:t>
            </w:r>
            <w:r w:rsidR="003D0290" w:rsidRPr="003A6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3D0290" w:rsidRPr="003A644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 rehabilitacja osób z niepełnosprawnością</w:t>
            </w:r>
          </w:p>
        </w:tc>
      </w:tr>
    </w:tbl>
    <w:p w14:paraId="30489633" w14:textId="3F53379E" w:rsidR="00153C41" w:rsidRPr="003A644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B6E835" w14:textId="002AA872" w:rsidR="0085747A" w:rsidRPr="003A644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A644C">
        <w:rPr>
          <w:rFonts w:ascii="Corbel" w:hAnsi="Corbel"/>
          <w:szCs w:val="24"/>
        </w:rPr>
        <w:t>3.</w:t>
      </w:r>
      <w:r w:rsidR="0085747A" w:rsidRPr="003A644C">
        <w:rPr>
          <w:rFonts w:ascii="Corbel" w:hAnsi="Corbel"/>
          <w:szCs w:val="24"/>
        </w:rPr>
        <w:t xml:space="preserve"> </w:t>
      </w:r>
      <w:r w:rsidR="00A84C85" w:rsidRPr="003A644C">
        <w:rPr>
          <w:rFonts w:ascii="Corbel" w:hAnsi="Corbel"/>
          <w:szCs w:val="24"/>
        </w:rPr>
        <w:t>cele, efekty uczenia się</w:t>
      </w:r>
      <w:r w:rsidR="0085747A" w:rsidRPr="003A644C">
        <w:rPr>
          <w:rFonts w:ascii="Corbel" w:hAnsi="Corbel"/>
          <w:szCs w:val="24"/>
        </w:rPr>
        <w:t xml:space="preserve"> , treści Programowe i stosowane metody Dydaktyczne</w:t>
      </w:r>
    </w:p>
    <w:p w14:paraId="62F7369B" w14:textId="77777777" w:rsidR="0085747A" w:rsidRPr="003A644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F6D42A" w14:textId="77777777" w:rsidR="0085747A" w:rsidRPr="003A644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A644C">
        <w:rPr>
          <w:rFonts w:ascii="Corbel" w:hAnsi="Corbel"/>
          <w:sz w:val="24"/>
          <w:szCs w:val="24"/>
        </w:rPr>
        <w:t xml:space="preserve">3.1 </w:t>
      </w:r>
      <w:r w:rsidR="00C05F44" w:rsidRPr="003A644C">
        <w:rPr>
          <w:rFonts w:ascii="Corbel" w:hAnsi="Corbel"/>
          <w:sz w:val="24"/>
          <w:szCs w:val="24"/>
        </w:rPr>
        <w:t>Cele przedmiotu</w:t>
      </w:r>
    </w:p>
    <w:p w14:paraId="583632C3" w14:textId="77777777" w:rsidR="00F83B28" w:rsidRPr="003A644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142AE" w:rsidRPr="003A644C" w14:paraId="1466FB40" w14:textId="77777777" w:rsidTr="001142AE">
        <w:tc>
          <w:tcPr>
            <w:tcW w:w="845" w:type="dxa"/>
            <w:vAlign w:val="center"/>
          </w:tcPr>
          <w:p w14:paraId="32464512" w14:textId="77777777" w:rsidR="001142AE" w:rsidRPr="003A644C" w:rsidRDefault="001142AE" w:rsidP="001142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4CD4A266" w14:textId="3903B804" w:rsidR="001142AE" w:rsidRPr="003A644C" w:rsidRDefault="001142AE" w:rsidP="001142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z metodami </w:t>
            </w:r>
            <w:r w:rsidR="00520497" w:rsidRPr="003A64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komunikacji wspomagającej i alternatywnej </w:t>
            </w:r>
            <w:r w:rsidRPr="003A64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stosowanymi </w:t>
            </w:r>
            <w:r w:rsidR="00520497" w:rsidRPr="003A644C"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3A64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 </w:t>
            </w:r>
            <w:r w:rsidR="00520497" w:rsidRPr="003A644C">
              <w:rPr>
                <w:rFonts w:ascii="Corbel" w:hAnsi="Corbel"/>
                <w:b w:val="0"/>
                <w:bCs/>
                <w:sz w:val="24"/>
                <w:szCs w:val="24"/>
              </w:rPr>
              <w:t>terapii</w:t>
            </w:r>
            <w:r w:rsidRPr="003A64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osób z niepełnoprawnościami. </w:t>
            </w:r>
          </w:p>
        </w:tc>
      </w:tr>
      <w:tr w:rsidR="001142AE" w:rsidRPr="003A644C" w14:paraId="15F32F9D" w14:textId="77777777" w:rsidTr="001142AE">
        <w:tc>
          <w:tcPr>
            <w:tcW w:w="845" w:type="dxa"/>
            <w:vAlign w:val="center"/>
          </w:tcPr>
          <w:p w14:paraId="4DC171B5" w14:textId="73118F3E" w:rsidR="001142AE" w:rsidRPr="003A644C" w:rsidRDefault="001142AE" w:rsidP="001142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1341415" w14:textId="764A8A32" w:rsidR="001142AE" w:rsidRPr="003A644C" w:rsidRDefault="001142AE" w:rsidP="001142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zaplanowania i wdrożenia programu wsparcia</w:t>
            </w:r>
            <w:r w:rsidR="00520497" w:rsidRPr="003A64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komunikacji osób z niepełnosprawnościami</w:t>
            </w:r>
            <w:r w:rsidR="00C951A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1142AE" w:rsidRPr="003A644C" w14:paraId="228C4737" w14:textId="77777777" w:rsidTr="001142AE">
        <w:tc>
          <w:tcPr>
            <w:tcW w:w="845" w:type="dxa"/>
            <w:vAlign w:val="center"/>
          </w:tcPr>
          <w:p w14:paraId="2D76668A" w14:textId="5DA084D4" w:rsidR="001142AE" w:rsidRPr="003A644C" w:rsidRDefault="001142AE" w:rsidP="001142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32488111" w14:textId="57D2674A" w:rsidR="001142AE" w:rsidRPr="003A644C" w:rsidRDefault="001142AE" w:rsidP="001142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A644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Nabycie umiejętności ewaluacji podjętych działań oraz ich korekty. </w:t>
            </w:r>
          </w:p>
        </w:tc>
      </w:tr>
    </w:tbl>
    <w:p w14:paraId="7A94BAE1" w14:textId="77777777" w:rsidR="0085747A" w:rsidRPr="003A64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D248E4" w14:textId="77777777" w:rsidR="001D7B54" w:rsidRPr="003A644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A644C">
        <w:rPr>
          <w:rFonts w:ascii="Corbel" w:hAnsi="Corbel"/>
          <w:b/>
          <w:sz w:val="24"/>
          <w:szCs w:val="24"/>
        </w:rPr>
        <w:t xml:space="preserve">3.2 </w:t>
      </w:r>
      <w:r w:rsidR="001D7B54" w:rsidRPr="003A644C">
        <w:rPr>
          <w:rFonts w:ascii="Corbel" w:hAnsi="Corbel"/>
          <w:b/>
          <w:sz w:val="24"/>
          <w:szCs w:val="24"/>
        </w:rPr>
        <w:t xml:space="preserve">Efekty </w:t>
      </w:r>
      <w:r w:rsidR="00C05F44" w:rsidRPr="003A644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A644C">
        <w:rPr>
          <w:rFonts w:ascii="Corbel" w:hAnsi="Corbel"/>
          <w:b/>
          <w:sz w:val="24"/>
          <w:szCs w:val="24"/>
        </w:rPr>
        <w:t>dla przedmiotu</w:t>
      </w:r>
      <w:r w:rsidR="00445970" w:rsidRPr="003A644C">
        <w:rPr>
          <w:rFonts w:ascii="Corbel" w:hAnsi="Corbel"/>
          <w:sz w:val="24"/>
          <w:szCs w:val="24"/>
        </w:rPr>
        <w:t xml:space="preserve"> </w:t>
      </w:r>
    </w:p>
    <w:p w14:paraId="3C43361C" w14:textId="77777777" w:rsidR="001D7B54" w:rsidRPr="003A644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939D4" w:rsidRPr="003A644C" w14:paraId="124A5E32" w14:textId="77777777" w:rsidTr="00936484">
        <w:tc>
          <w:tcPr>
            <w:tcW w:w="1678" w:type="dxa"/>
            <w:vAlign w:val="center"/>
          </w:tcPr>
          <w:p w14:paraId="33158486" w14:textId="77777777" w:rsidR="00A939D4" w:rsidRPr="003A644C" w:rsidRDefault="00A939D4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smallCaps w:val="0"/>
                <w:szCs w:val="24"/>
              </w:rPr>
              <w:t>EK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B89CB4A" w14:textId="77777777" w:rsidR="00A939D4" w:rsidRPr="003A644C" w:rsidRDefault="00A939D4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48C214" w14:textId="7EB8AA66" w:rsidR="00A939D4" w:rsidRPr="003A644C" w:rsidRDefault="00A939D4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939D4" w:rsidRPr="003A644C" w14:paraId="31A40C9D" w14:textId="77777777" w:rsidTr="00936484">
        <w:tc>
          <w:tcPr>
            <w:tcW w:w="1678" w:type="dxa"/>
          </w:tcPr>
          <w:p w14:paraId="4A0C7157" w14:textId="77777777" w:rsidR="00A939D4" w:rsidRPr="003A644C" w:rsidRDefault="00A939D4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6DED5122" w14:textId="210E48CA" w:rsidR="00A939D4" w:rsidRPr="003A644C" w:rsidRDefault="00C951A2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student w stopniu pogłębionym zna problematykę dotyczącą komunikowania interpersonalnego i społecznego, ich zależności, prawidłowości i zakłóceń zwłaszcza w odniesieniu do osób z różnymi niepełnosprawnościami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t>potrafi scharakteryzować i wyjaśnić szczegółowe pojęcia związane z komunikacją alternatywną i wspomagającą.</w:t>
            </w:r>
          </w:p>
        </w:tc>
        <w:tc>
          <w:tcPr>
            <w:tcW w:w="1865" w:type="dxa"/>
          </w:tcPr>
          <w:p w14:paraId="444E875A" w14:textId="77777777" w:rsidR="00A939D4" w:rsidRPr="003A644C" w:rsidRDefault="00A939D4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A644C">
              <w:rPr>
                <w:rFonts w:ascii="Corbel" w:hAnsi="Corbel"/>
                <w:b w:val="0"/>
                <w:szCs w:val="24"/>
              </w:rPr>
              <w:t>K_W08</w:t>
            </w:r>
          </w:p>
          <w:p w14:paraId="6CDE7633" w14:textId="7A9272AA" w:rsidR="001119C7" w:rsidRPr="003A644C" w:rsidRDefault="001119C7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A644C">
              <w:rPr>
                <w:rFonts w:ascii="Corbel" w:hAnsi="Corbel"/>
                <w:b w:val="0"/>
                <w:szCs w:val="24"/>
              </w:rPr>
              <w:t>K_W</w:t>
            </w:r>
            <w:r w:rsidR="00872C38" w:rsidRPr="003A644C">
              <w:rPr>
                <w:rFonts w:ascii="Corbel" w:hAnsi="Corbel"/>
                <w:b w:val="0"/>
                <w:szCs w:val="24"/>
              </w:rPr>
              <w:t>12</w:t>
            </w:r>
          </w:p>
          <w:p w14:paraId="13AB673B" w14:textId="77777777" w:rsidR="00A939D4" w:rsidRPr="003A644C" w:rsidRDefault="00A939D4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9D4" w:rsidRPr="003A644C" w14:paraId="583FCACD" w14:textId="77777777" w:rsidTr="00936484">
        <w:tc>
          <w:tcPr>
            <w:tcW w:w="1678" w:type="dxa"/>
          </w:tcPr>
          <w:p w14:paraId="7D84B621" w14:textId="77777777" w:rsidR="00A939D4" w:rsidRPr="003A644C" w:rsidRDefault="00A939D4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68DCFE96" w14:textId="7FA2762E" w:rsidR="00A939D4" w:rsidRPr="003A644C" w:rsidRDefault="00C951A2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student w pogłębionym stopniu zna uwarunkowania 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br/>
              <w:t>w zakresie rozwoju komunikacji i metod rewalidacji osób z niepełnosprawnościami i z różnymi dysfunkcjami rozwojowymi oraz wie, jak wykorzystać je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t>trafnie analizuje i interpretuje zachowania osób niekomunikujących się werbalnie.</w:t>
            </w:r>
          </w:p>
        </w:tc>
        <w:tc>
          <w:tcPr>
            <w:tcW w:w="1865" w:type="dxa"/>
          </w:tcPr>
          <w:p w14:paraId="011FB9BB" w14:textId="77777777" w:rsidR="00A939D4" w:rsidRPr="003A644C" w:rsidRDefault="00A939D4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A644C">
              <w:rPr>
                <w:rFonts w:ascii="Corbel" w:hAnsi="Corbel"/>
                <w:b w:val="0"/>
                <w:szCs w:val="24"/>
              </w:rPr>
              <w:t>K_W12</w:t>
            </w:r>
          </w:p>
          <w:p w14:paraId="3924EA5D" w14:textId="1A14D374" w:rsidR="00D417F1" w:rsidRPr="003A644C" w:rsidRDefault="00D417F1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72C38" w:rsidRPr="003A644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939D4" w:rsidRPr="003A644C" w14:paraId="64DC85BA" w14:textId="77777777" w:rsidTr="00936484">
        <w:tc>
          <w:tcPr>
            <w:tcW w:w="1678" w:type="dxa"/>
          </w:tcPr>
          <w:p w14:paraId="2253F7B0" w14:textId="77777777" w:rsidR="00A939D4" w:rsidRPr="003A644C" w:rsidRDefault="00A939D4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7F2F0CC3" w14:textId="07BE0E19" w:rsidR="00A939D4" w:rsidRPr="003A644C" w:rsidRDefault="00C951A2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student potrafi zaplanować i uzasadnić sposób prowadzenia zajęć z użytkownikami AAC oraz dobór pomocy komunikacyjnych.</w:t>
            </w:r>
          </w:p>
        </w:tc>
        <w:tc>
          <w:tcPr>
            <w:tcW w:w="1865" w:type="dxa"/>
          </w:tcPr>
          <w:p w14:paraId="493D4C77" w14:textId="77777777" w:rsidR="00872C38" w:rsidRPr="003A644C" w:rsidRDefault="00A939D4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A644C">
              <w:rPr>
                <w:rFonts w:ascii="Corbel" w:hAnsi="Corbel"/>
                <w:b w:val="0"/>
                <w:szCs w:val="24"/>
              </w:rPr>
              <w:t>K_U</w:t>
            </w:r>
            <w:r w:rsidR="00872C38" w:rsidRPr="003A644C">
              <w:rPr>
                <w:rFonts w:ascii="Corbel" w:hAnsi="Corbel"/>
                <w:b w:val="0"/>
                <w:szCs w:val="24"/>
              </w:rPr>
              <w:t>03</w:t>
            </w:r>
          </w:p>
          <w:p w14:paraId="1E03EEA6" w14:textId="77777777" w:rsidR="00A939D4" w:rsidRPr="003A644C" w:rsidRDefault="00872C38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4A70CFB1" w14:textId="69A6A010" w:rsidR="00872C38" w:rsidRPr="003A644C" w:rsidRDefault="00872C38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A939D4" w:rsidRPr="003A644C" w14:paraId="55B4EB98" w14:textId="77777777" w:rsidTr="00936484">
        <w:tc>
          <w:tcPr>
            <w:tcW w:w="1678" w:type="dxa"/>
          </w:tcPr>
          <w:p w14:paraId="7B0314E5" w14:textId="77777777" w:rsidR="00A939D4" w:rsidRPr="003A644C" w:rsidRDefault="00A939D4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49C02728" w14:textId="6075C9F7" w:rsidR="00A939D4" w:rsidRPr="003A644C" w:rsidRDefault="00C951A2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ma świadomość konieczności stałego zdobywania 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br/>
              <w:t>i poszerzania wiedzy dotyczącej zastosowania i wdrażania różnych form komunikacji alternatywnej i wspomagającej oraz współpracy z rodziną i innymi specjalistami.</w:t>
            </w:r>
          </w:p>
        </w:tc>
        <w:tc>
          <w:tcPr>
            <w:tcW w:w="1865" w:type="dxa"/>
          </w:tcPr>
          <w:p w14:paraId="6BAB13C7" w14:textId="77777777" w:rsidR="00A939D4" w:rsidRPr="003A644C" w:rsidRDefault="00A939D4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A644C">
              <w:rPr>
                <w:rFonts w:ascii="Corbel" w:hAnsi="Corbel"/>
                <w:b w:val="0"/>
                <w:szCs w:val="24"/>
              </w:rPr>
              <w:t>K_U13</w:t>
            </w:r>
          </w:p>
          <w:p w14:paraId="1D22A8DD" w14:textId="24DA0682" w:rsidR="00A939D4" w:rsidRPr="003A644C" w:rsidRDefault="00D417F1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A644C">
              <w:rPr>
                <w:rFonts w:ascii="Corbel" w:hAnsi="Corbel"/>
                <w:b w:val="0"/>
                <w:szCs w:val="24"/>
              </w:rPr>
              <w:t>K_K21</w:t>
            </w:r>
          </w:p>
        </w:tc>
      </w:tr>
      <w:tr w:rsidR="00181438" w:rsidRPr="003A644C" w14:paraId="65A6F912" w14:textId="77777777" w:rsidTr="00936484">
        <w:tc>
          <w:tcPr>
            <w:tcW w:w="1678" w:type="dxa"/>
          </w:tcPr>
          <w:p w14:paraId="1AD5D0CB" w14:textId="468AA50A" w:rsidR="00181438" w:rsidRPr="003A644C" w:rsidRDefault="00181438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17B7BD50" w14:textId="1F1882ED" w:rsidR="00872C38" w:rsidRPr="003A644C" w:rsidRDefault="00C951A2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student wykazuje się otwartością oraz gotowością doskonalenia swojego warsztatu w celu projektowania efektywnego wsparcia dla osób korzystających z jego usług i ich rodzin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t>potrafi dokonać ewaluacji swoich działań uwzględniając potrzeby rodziny osób z niepełnosprawnościami i wdrożyć działania naprawcze.</w:t>
            </w:r>
          </w:p>
        </w:tc>
        <w:tc>
          <w:tcPr>
            <w:tcW w:w="1865" w:type="dxa"/>
          </w:tcPr>
          <w:p w14:paraId="7EE65710" w14:textId="667C4FD4" w:rsidR="00181438" w:rsidRPr="003A644C" w:rsidRDefault="00181438" w:rsidP="00C951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A644C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14:paraId="145FC33A" w14:textId="38D14211" w:rsidR="00216B7C" w:rsidRPr="003A644C" w:rsidRDefault="00216B7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1CD1A" w14:textId="4E5BC9A9" w:rsidR="0085747A" w:rsidRPr="003A644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A644C">
        <w:rPr>
          <w:rFonts w:ascii="Corbel" w:hAnsi="Corbel"/>
          <w:b/>
          <w:sz w:val="24"/>
          <w:szCs w:val="24"/>
        </w:rPr>
        <w:t>3.3</w:t>
      </w:r>
      <w:r w:rsidR="001D7B54" w:rsidRPr="003A644C">
        <w:rPr>
          <w:rFonts w:ascii="Corbel" w:hAnsi="Corbel"/>
          <w:b/>
          <w:sz w:val="24"/>
          <w:szCs w:val="24"/>
        </w:rPr>
        <w:t xml:space="preserve"> </w:t>
      </w:r>
      <w:r w:rsidR="0085747A" w:rsidRPr="003A644C">
        <w:rPr>
          <w:rFonts w:ascii="Corbel" w:hAnsi="Corbel"/>
          <w:b/>
          <w:sz w:val="24"/>
          <w:szCs w:val="24"/>
        </w:rPr>
        <w:t>T</w:t>
      </w:r>
      <w:r w:rsidR="001D7B54" w:rsidRPr="003A644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A644C">
        <w:rPr>
          <w:rFonts w:ascii="Corbel" w:hAnsi="Corbel"/>
          <w:sz w:val="24"/>
          <w:szCs w:val="24"/>
        </w:rPr>
        <w:t xml:space="preserve">  </w:t>
      </w:r>
    </w:p>
    <w:p w14:paraId="32542DE4" w14:textId="77777777" w:rsidR="00154F84" w:rsidRPr="003A644C" w:rsidRDefault="00154F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36228E" w14:textId="77777777" w:rsidR="0085747A" w:rsidRPr="003A644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A644C">
        <w:rPr>
          <w:rFonts w:ascii="Corbel" w:hAnsi="Corbel"/>
          <w:sz w:val="24"/>
          <w:szCs w:val="24"/>
        </w:rPr>
        <w:t xml:space="preserve">Problematyka wykładu </w:t>
      </w:r>
    </w:p>
    <w:p w14:paraId="0DD87FB3" w14:textId="77777777" w:rsidR="00675843" w:rsidRPr="003A644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644C" w14:paraId="4CED8239" w14:textId="77777777" w:rsidTr="00154F84">
        <w:tc>
          <w:tcPr>
            <w:tcW w:w="9520" w:type="dxa"/>
          </w:tcPr>
          <w:p w14:paraId="45A7AEE6" w14:textId="77777777" w:rsidR="0085747A" w:rsidRPr="003A644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A644C" w14:paraId="5DA9E1B8" w14:textId="77777777" w:rsidTr="00154F84">
        <w:tc>
          <w:tcPr>
            <w:tcW w:w="9520" w:type="dxa"/>
          </w:tcPr>
          <w:p w14:paraId="4EA9A849" w14:textId="2A2BA0EE" w:rsidR="0085747A" w:rsidRPr="003A644C" w:rsidRDefault="002D0F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76564C30" w14:textId="2C9B5243" w:rsidR="0085747A" w:rsidRPr="003A644C" w:rsidRDefault="0085747A" w:rsidP="009F4D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A644C">
        <w:rPr>
          <w:rFonts w:ascii="Corbel" w:hAnsi="Corbel"/>
          <w:sz w:val="24"/>
          <w:szCs w:val="24"/>
        </w:rPr>
        <w:t xml:space="preserve">Problematyka </w:t>
      </w:r>
      <w:r w:rsidR="00872C38" w:rsidRPr="003A644C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644C" w14:paraId="40EA4901" w14:textId="77777777" w:rsidTr="00923D7D">
        <w:tc>
          <w:tcPr>
            <w:tcW w:w="9639" w:type="dxa"/>
          </w:tcPr>
          <w:p w14:paraId="67B5B4E9" w14:textId="77777777" w:rsidR="0085747A" w:rsidRPr="003A644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A644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3A644C" w14:paraId="417566C8" w14:textId="77777777" w:rsidTr="00923D7D">
        <w:tc>
          <w:tcPr>
            <w:tcW w:w="9639" w:type="dxa"/>
          </w:tcPr>
          <w:p w14:paraId="76FF7697" w14:textId="0A637194" w:rsidR="0085747A" w:rsidRPr="003A644C" w:rsidRDefault="00872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Komunikacja wspomagająca i alternatywna </w:t>
            </w:r>
            <w:r w:rsidR="009049D3" w:rsidRPr="003A644C">
              <w:rPr>
                <w:rFonts w:ascii="Corbel" w:hAnsi="Corbel"/>
                <w:sz w:val="24"/>
                <w:szCs w:val="24"/>
              </w:rPr>
              <w:t xml:space="preserve">AAC </w:t>
            </w:r>
            <w:r w:rsidRPr="003A644C">
              <w:rPr>
                <w:rFonts w:ascii="Corbel" w:hAnsi="Corbel"/>
                <w:sz w:val="24"/>
                <w:szCs w:val="24"/>
              </w:rPr>
              <w:t xml:space="preserve">- </w:t>
            </w:r>
            <w:r w:rsidR="009049D3" w:rsidRPr="003A644C">
              <w:rPr>
                <w:rFonts w:ascii="Corbel" w:hAnsi="Corbel"/>
                <w:sz w:val="24"/>
                <w:szCs w:val="24"/>
              </w:rPr>
              <w:t>wprowadzenie do tematyki</w:t>
            </w:r>
            <w:r w:rsidR="00C95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3A644C" w14:paraId="7FF93DF2" w14:textId="77777777" w:rsidTr="00923D7D">
        <w:tc>
          <w:tcPr>
            <w:tcW w:w="9639" w:type="dxa"/>
          </w:tcPr>
          <w:p w14:paraId="4FF4DE19" w14:textId="2408E614" w:rsidR="0085747A" w:rsidRPr="003A644C" w:rsidRDefault="00904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Omówienie wybranych metod AAC w odniesieniu do dzieci z </w:t>
            </w:r>
            <w:r w:rsidR="00520497" w:rsidRPr="003A644C">
              <w:rPr>
                <w:rFonts w:ascii="Corbel" w:hAnsi="Corbel"/>
                <w:sz w:val="24"/>
                <w:szCs w:val="24"/>
              </w:rPr>
              <w:t xml:space="preserve">różnymi </w:t>
            </w:r>
            <w:r w:rsidRPr="003A644C">
              <w:rPr>
                <w:rFonts w:ascii="Corbel" w:hAnsi="Corbel"/>
                <w:sz w:val="24"/>
                <w:szCs w:val="24"/>
              </w:rPr>
              <w:t>niepełnosprawnościami</w:t>
            </w:r>
            <w:r w:rsidR="00C95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049D3" w:rsidRPr="003A644C" w14:paraId="221C9E6C" w14:textId="77777777" w:rsidTr="00923D7D">
        <w:tc>
          <w:tcPr>
            <w:tcW w:w="9639" w:type="dxa"/>
          </w:tcPr>
          <w:p w14:paraId="61695CDE" w14:textId="046F404C" w:rsidR="009049D3" w:rsidRPr="003A644C" w:rsidRDefault="00904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lastRenderedPageBreak/>
              <w:t xml:space="preserve">Omówienie </w:t>
            </w:r>
            <w:r w:rsidR="00F80E57" w:rsidRPr="003A644C">
              <w:rPr>
                <w:rFonts w:ascii="Corbel" w:hAnsi="Corbel"/>
                <w:sz w:val="24"/>
                <w:szCs w:val="24"/>
              </w:rPr>
              <w:t xml:space="preserve">zalet i wad </w:t>
            </w:r>
            <w:r w:rsidR="005D0D06" w:rsidRPr="003A644C">
              <w:rPr>
                <w:rFonts w:ascii="Corbel" w:hAnsi="Corbel"/>
                <w:sz w:val="24"/>
                <w:szCs w:val="24"/>
              </w:rPr>
              <w:t>wybranych</w:t>
            </w:r>
            <w:r w:rsidR="00F80E57" w:rsidRPr="003A644C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5D0D06" w:rsidRPr="003A644C">
              <w:rPr>
                <w:rFonts w:ascii="Corbel" w:hAnsi="Corbel"/>
                <w:sz w:val="24"/>
                <w:szCs w:val="24"/>
              </w:rPr>
              <w:t xml:space="preserve"> AAC</w:t>
            </w:r>
            <w:r w:rsidR="00C95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3A644C" w14:paraId="487BCFAB" w14:textId="77777777" w:rsidTr="00923D7D">
        <w:tc>
          <w:tcPr>
            <w:tcW w:w="9639" w:type="dxa"/>
          </w:tcPr>
          <w:p w14:paraId="17CA5717" w14:textId="3B024B79" w:rsidR="0085747A" w:rsidRPr="003A644C" w:rsidRDefault="00D41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Kwestie</w:t>
            </w:r>
            <w:r w:rsidR="00F80E57" w:rsidRPr="003A644C">
              <w:rPr>
                <w:rFonts w:ascii="Corbel" w:hAnsi="Corbel"/>
                <w:sz w:val="24"/>
                <w:szCs w:val="24"/>
              </w:rPr>
              <w:t xml:space="preserve"> etyczne w kontekście stosowania i uczenia metod AAC</w:t>
            </w:r>
            <w:r w:rsidR="00C95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0E57" w:rsidRPr="003A644C" w14:paraId="44C9FA1B" w14:textId="77777777" w:rsidTr="00923D7D">
        <w:tc>
          <w:tcPr>
            <w:tcW w:w="9639" w:type="dxa"/>
          </w:tcPr>
          <w:p w14:paraId="3224B1E9" w14:textId="212F8F9A" w:rsidR="00F80E57" w:rsidRPr="003A644C" w:rsidRDefault="00F80E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Omówienie studium przypadku</w:t>
            </w:r>
            <w:r w:rsidR="00C95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0E57" w:rsidRPr="003A644C" w14:paraId="50E20BBE" w14:textId="77777777" w:rsidTr="00923D7D">
        <w:tc>
          <w:tcPr>
            <w:tcW w:w="9639" w:type="dxa"/>
          </w:tcPr>
          <w:p w14:paraId="0A754B9A" w14:textId="38A4DB77" w:rsidR="00F80E57" w:rsidRPr="003A644C" w:rsidRDefault="008052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Tworzenie przykładowego planu wprowadzania metody komunikacji </w:t>
            </w:r>
            <w:r w:rsidR="00A939D4" w:rsidRPr="003A644C">
              <w:rPr>
                <w:rFonts w:ascii="Corbel" w:hAnsi="Corbel"/>
                <w:sz w:val="24"/>
                <w:szCs w:val="24"/>
              </w:rPr>
              <w:t>wspomagającej</w:t>
            </w:r>
            <w:r w:rsidR="00C95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052A9" w:rsidRPr="003A644C" w14:paraId="093604A7" w14:textId="77777777" w:rsidTr="00923D7D">
        <w:tc>
          <w:tcPr>
            <w:tcW w:w="9639" w:type="dxa"/>
          </w:tcPr>
          <w:p w14:paraId="06E7E482" w14:textId="278439E0" w:rsidR="008052A9" w:rsidRPr="003A644C" w:rsidRDefault="008052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Kolokwium zaliczeniowe</w:t>
            </w:r>
            <w:r w:rsidR="00C951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0DAA372" w14:textId="77777777" w:rsidR="0085747A" w:rsidRPr="003A644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BD1B76" w14:textId="77777777" w:rsidR="0085747A" w:rsidRPr="003A644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>3.4 Metody dydaktyczne</w:t>
      </w:r>
      <w:r w:rsidRPr="003A644C">
        <w:rPr>
          <w:rFonts w:ascii="Corbel" w:hAnsi="Corbel"/>
          <w:b w:val="0"/>
          <w:smallCaps w:val="0"/>
          <w:szCs w:val="24"/>
        </w:rPr>
        <w:t xml:space="preserve"> </w:t>
      </w:r>
    </w:p>
    <w:p w14:paraId="1E040A84" w14:textId="26DE7D61" w:rsidR="00E960BB" w:rsidRPr="003A644C" w:rsidRDefault="00872C3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A644C">
        <w:rPr>
          <w:rFonts w:ascii="Corbel" w:hAnsi="Corbel"/>
          <w:b w:val="0"/>
          <w:iCs/>
          <w:smallCaps w:val="0"/>
          <w:szCs w:val="24"/>
        </w:rPr>
        <w:t>Warsztaty</w:t>
      </w:r>
      <w:r w:rsidR="00EB4128" w:rsidRPr="003A644C">
        <w:rPr>
          <w:rFonts w:ascii="Corbel" w:hAnsi="Corbel"/>
          <w:b w:val="0"/>
          <w:iCs/>
          <w:smallCaps w:val="0"/>
          <w:szCs w:val="24"/>
        </w:rPr>
        <w:t>: prezentacja multimedialna, analiza tekstów z dyskusją, praca w grupach (burza mózgów, dyskusja), studium przypadku</w:t>
      </w:r>
      <w:r w:rsidR="00F527FD" w:rsidRPr="003A644C">
        <w:rPr>
          <w:rFonts w:ascii="Corbel" w:hAnsi="Corbel"/>
          <w:b w:val="0"/>
          <w:iCs/>
          <w:smallCaps w:val="0"/>
          <w:szCs w:val="24"/>
        </w:rPr>
        <w:t>, praca zaliczeniowa</w:t>
      </w:r>
    </w:p>
    <w:p w14:paraId="1C1438EE" w14:textId="77777777" w:rsidR="00E960BB" w:rsidRPr="003A644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D8C72B" w14:textId="77777777" w:rsidR="00E960BB" w:rsidRPr="003A644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A0B92A" w14:textId="77777777" w:rsidR="0085747A" w:rsidRPr="003A644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 xml:space="preserve">4. </w:t>
      </w:r>
      <w:r w:rsidR="0085747A" w:rsidRPr="003A644C">
        <w:rPr>
          <w:rFonts w:ascii="Corbel" w:hAnsi="Corbel"/>
          <w:smallCaps w:val="0"/>
          <w:szCs w:val="24"/>
        </w:rPr>
        <w:t>METODY I KRYTERIA OCENY</w:t>
      </w:r>
      <w:r w:rsidR="009F4610" w:rsidRPr="003A644C">
        <w:rPr>
          <w:rFonts w:ascii="Corbel" w:hAnsi="Corbel"/>
          <w:smallCaps w:val="0"/>
          <w:szCs w:val="24"/>
        </w:rPr>
        <w:t xml:space="preserve"> </w:t>
      </w:r>
    </w:p>
    <w:p w14:paraId="59EC57FF" w14:textId="77777777" w:rsidR="00923D7D" w:rsidRPr="003A644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F8C660" w14:textId="77777777" w:rsidR="0085747A" w:rsidRPr="003A644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A644C">
        <w:rPr>
          <w:rFonts w:ascii="Corbel" w:hAnsi="Corbel"/>
          <w:smallCaps w:val="0"/>
          <w:szCs w:val="24"/>
        </w:rPr>
        <w:t>uczenia się</w:t>
      </w:r>
    </w:p>
    <w:p w14:paraId="14DF2A91" w14:textId="77777777" w:rsidR="0085747A" w:rsidRPr="003A64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A644C" w14:paraId="173C63D0" w14:textId="77777777" w:rsidTr="00EB4128">
        <w:tc>
          <w:tcPr>
            <w:tcW w:w="1962" w:type="dxa"/>
            <w:vAlign w:val="center"/>
          </w:tcPr>
          <w:p w14:paraId="5070C069" w14:textId="77777777" w:rsidR="0085747A" w:rsidRPr="003A644C" w:rsidRDefault="0071620A" w:rsidP="00C951A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925DC8" w14:textId="77777777" w:rsidR="0085747A" w:rsidRPr="003A644C" w:rsidRDefault="00F974DA" w:rsidP="00C951A2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A644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5A2468C4" w14:textId="77777777" w:rsidR="0085747A" w:rsidRPr="003A644C" w:rsidRDefault="009F4610" w:rsidP="00C951A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A644C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3A644C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D4205D" w14:textId="77777777" w:rsidR="00923D7D" w:rsidRPr="003A644C" w:rsidRDefault="0085747A" w:rsidP="00C951A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01EA5E9D" w14:textId="77777777" w:rsidR="0085747A" w:rsidRPr="003A644C" w:rsidRDefault="0085747A" w:rsidP="00C951A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85747A" w:rsidRPr="003A644C" w14:paraId="5F69E651" w14:textId="77777777" w:rsidTr="00EB4128">
        <w:tc>
          <w:tcPr>
            <w:tcW w:w="1962" w:type="dxa"/>
          </w:tcPr>
          <w:p w14:paraId="02CDCD94" w14:textId="505DE746" w:rsidR="0085747A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C5454EC" w14:textId="4E1DA318" w:rsidR="0085747A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3A4AB761" w14:textId="42D8AF17" w:rsidR="0085747A" w:rsidRPr="003A644C" w:rsidRDefault="00154F84" w:rsidP="00C951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85747A" w:rsidRPr="003A644C" w14:paraId="23BC137D" w14:textId="77777777" w:rsidTr="00EB4128">
        <w:tc>
          <w:tcPr>
            <w:tcW w:w="1962" w:type="dxa"/>
          </w:tcPr>
          <w:p w14:paraId="7CB5A8B5" w14:textId="40C7E9B7" w:rsidR="0085747A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60162E8C" w14:textId="6B756DDF" w:rsidR="0085747A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E04A85F" w14:textId="51C82533" w:rsidR="0085747A" w:rsidRPr="003A644C" w:rsidRDefault="00154F84" w:rsidP="00C951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EB4128" w:rsidRPr="003A644C" w14:paraId="0979612D" w14:textId="77777777" w:rsidTr="00EB4128">
        <w:tc>
          <w:tcPr>
            <w:tcW w:w="1962" w:type="dxa"/>
          </w:tcPr>
          <w:p w14:paraId="2D18DD03" w14:textId="572DD7BA" w:rsidR="00EB4128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2DE38C0A" w14:textId="157037D7" w:rsidR="00EB4128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 xml:space="preserve">praca zaliczeniowa, </w:t>
            </w:r>
            <w:r w:rsidR="00334F6C" w:rsidRPr="003A644C">
              <w:rPr>
                <w:rFonts w:ascii="Corbel" w:hAnsi="Corbel"/>
                <w:sz w:val="24"/>
                <w:szCs w:val="24"/>
              </w:rPr>
              <w:t>studium przypadku</w:t>
            </w:r>
          </w:p>
        </w:tc>
        <w:tc>
          <w:tcPr>
            <w:tcW w:w="2117" w:type="dxa"/>
          </w:tcPr>
          <w:p w14:paraId="0D802E35" w14:textId="4D7E7FA2" w:rsidR="00EB4128" w:rsidRPr="003A644C" w:rsidRDefault="00154F84" w:rsidP="00C951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EB4128" w:rsidRPr="003A644C" w14:paraId="00B1D98E" w14:textId="77777777" w:rsidTr="00EB4128">
        <w:tc>
          <w:tcPr>
            <w:tcW w:w="1962" w:type="dxa"/>
          </w:tcPr>
          <w:p w14:paraId="2982E8F2" w14:textId="3A9D54B8" w:rsidR="00EB4128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1E2F4AEE" w14:textId="51927A10" w:rsidR="00EB4128" w:rsidRPr="003A644C" w:rsidRDefault="00520497" w:rsidP="00C951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praca zaliczeniowa, obserwacja w trakcie zajęć</w:t>
            </w:r>
          </w:p>
        </w:tc>
        <w:tc>
          <w:tcPr>
            <w:tcW w:w="2117" w:type="dxa"/>
          </w:tcPr>
          <w:p w14:paraId="175A5D16" w14:textId="5362DB12" w:rsidR="00EB4128" w:rsidRPr="003A644C" w:rsidRDefault="00154F84" w:rsidP="00C951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181438" w:rsidRPr="003A644C" w14:paraId="5089FE41" w14:textId="77777777" w:rsidTr="00EB4128">
        <w:tc>
          <w:tcPr>
            <w:tcW w:w="1962" w:type="dxa"/>
          </w:tcPr>
          <w:p w14:paraId="0AE496BD" w14:textId="6BC1C365" w:rsidR="00181438" w:rsidRPr="003A644C" w:rsidRDefault="00181438" w:rsidP="00C951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7E7787BB" w14:textId="696BC15D" w:rsidR="00181438" w:rsidRPr="003A644C" w:rsidRDefault="00181438" w:rsidP="00C951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9EFE2E" w14:textId="693EBB7B" w:rsidR="00181438" w:rsidRPr="003A644C" w:rsidRDefault="00181438" w:rsidP="00C951A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</w:tbl>
    <w:p w14:paraId="01446720" w14:textId="77777777" w:rsidR="00923D7D" w:rsidRPr="003A644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34D964" w14:textId="77777777" w:rsidR="0085747A" w:rsidRPr="003A644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 xml:space="preserve">4.2 </w:t>
      </w:r>
      <w:r w:rsidR="0085747A" w:rsidRPr="003A644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A644C">
        <w:rPr>
          <w:rFonts w:ascii="Corbel" w:hAnsi="Corbel"/>
          <w:smallCaps w:val="0"/>
          <w:szCs w:val="24"/>
        </w:rPr>
        <w:t xml:space="preserve"> </w:t>
      </w:r>
    </w:p>
    <w:p w14:paraId="5E84B5F5" w14:textId="77777777" w:rsidR="00923D7D" w:rsidRPr="003A644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A644C" w14:paraId="61776DF6" w14:textId="77777777" w:rsidTr="00923D7D">
        <w:tc>
          <w:tcPr>
            <w:tcW w:w="9670" w:type="dxa"/>
          </w:tcPr>
          <w:p w14:paraId="4358D086" w14:textId="2C42821D" w:rsidR="0062159E" w:rsidRPr="003A644C" w:rsidRDefault="0062159E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Przygotowanie pracy projektowej: zaplanowanie programu wprowadzenia metody komunikacji AAC dla dziecka z wybranymi trudnościami komunikacyjnymi</w:t>
            </w:r>
            <w:r w:rsidR="00C951A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C9AD2D" w14:textId="1B139C07" w:rsidR="0062159E" w:rsidRPr="003A644C" w:rsidRDefault="0062159E" w:rsidP="00621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Studium przypadku - analiza w grupach planu wspierania dziecka korzystającego z metod AAC</w:t>
            </w:r>
            <w:r w:rsidR="00C951A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0E0069" w14:textId="27577F2F" w:rsidR="004F3630" w:rsidRPr="003A644C" w:rsidRDefault="00EB4128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1152A4" w:rsidRPr="003A644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t>wium – mi</w:t>
            </w:r>
            <w:r w:rsidR="001152A4" w:rsidRPr="003A644C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t>. 60%</w:t>
            </w:r>
            <w:r w:rsidR="001152A4"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 w:rsidR="004F3630" w:rsidRPr="003A644C">
              <w:rPr>
                <w:rFonts w:ascii="Corbel" w:hAnsi="Corbel"/>
                <w:b w:val="0"/>
                <w:smallCaps w:val="0"/>
                <w:szCs w:val="24"/>
              </w:rPr>
              <w:t>, ocena wg skali:</w:t>
            </w:r>
          </w:p>
          <w:p w14:paraId="56326667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68F6857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26A2B32A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4AC018C4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4682EE1F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27F5E9B7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2013CBC7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327D50E9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C95B64A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667EFED6" w14:textId="77777777" w:rsidR="004F3630" w:rsidRPr="003A644C" w:rsidRDefault="004F3630" w:rsidP="004F36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3E32C46E" w14:textId="77777777" w:rsidR="00872C38" w:rsidRPr="003A644C" w:rsidRDefault="00872C38" w:rsidP="00872C3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Kryterium oceny dla pracy pisemnej:</w:t>
            </w:r>
          </w:p>
          <w:p w14:paraId="4132AF37" w14:textId="77777777" w:rsidR="00F166EA" w:rsidRPr="003A644C" w:rsidRDefault="00F166EA" w:rsidP="00C95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ocena 5.0 – student samodzielnie, poprawnie pod względem merytorycznym przygotowuje pracę zaliczeniową na temat zadany przez prowadzącego, nie wymaga żadnych uwag </w:t>
            </w:r>
            <w:r w:rsidRPr="003A64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prowadzącego; wykazuje znajomość treści kształcenia na poziomie 93%-100% (znakomita wiedza);</w:t>
            </w:r>
          </w:p>
          <w:p w14:paraId="50789D08" w14:textId="77777777" w:rsidR="00F166EA" w:rsidRPr="003A644C" w:rsidRDefault="00F166EA" w:rsidP="00575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ocena 4.5 – student samodzielnie, poprawnie pod względem merytorycznym przygotowuje pracę zaliczeniową na temat zadany przez prowadzącego, wymaga drobnych uwag prowadzącego; wykazuje znajomość treści kształcenia na poziomie 85%-92% (bardzo dobry poziom wiedzy); </w:t>
            </w:r>
          </w:p>
          <w:p w14:paraId="3E2D23C2" w14:textId="77777777" w:rsidR="00F166EA" w:rsidRPr="003A644C" w:rsidRDefault="00F166EA" w:rsidP="00575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ocena 4.0 – student samodzielnie, poprawnie pod względem merytorycznym przygotowuje pracę zaliczeniową na temat zadany przez prowadzącego, wymaga niewielkiej pomocy prowadzącego pod względem merytorycznym; wykazuje znajomość treści kształcenia na poziomie 77-84% (dobry poziom wiedzy, z pewnymi niedociągnięciami);</w:t>
            </w:r>
          </w:p>
          <w:p w14:paraId="64C199DF" w14:textId="77777777" w:rsidR="00F166EA" w:rsidRPr="003A644C" w:rsidRDefault="00F166EA" w:rsidP="00575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ocena 3.5 – student poprawnie pod względem merytorycznym przygotowuje pracę zaliczeniową na temat zadany przez prowadzącego, wymaga pomocy prowadzącego pod względem merytorycznym; wykazuje znajomość treści kształcenia na poziomie 69%-76% (zadowalająca wiedza, z niewielką liczbą błędów; </w:t>
            </w:r>
          </w:p>
          <w:p w14:paraId="7238FC64" w14:textId="77777777" w:rsidR="00F166EA" w:rsidRPr="003A644C" w:rsidRDefault="00F166EA" w:rsidP="00575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ocena 3.0 – student poprawnie pod względem merytorycznym przygotowuje pracę zaliczeniową na temat zadany przez prowadzącego, wymaga znacznej pomocy prowadzącego pod względem merytorycznym; wykazuje znajomość treści kształcenia na poziomie 60%-68% (zadowalająca wiedza z licznymi błędami)</w:t>
            </w:r>
          </w:p>
          <w:p w14:paraId="2FF191E9" w14:textId="0F377640" w:rsidR="00872C38" w:rsidRPr="003A644C" w:rsidRDefault="00F166EA" w:rsidP="00F166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ocena 2.0 – student nie potrafi przygotować pracy zaliczeniowej mimo znacznej pomocy prowadzącego; wykazuje znajomość treści kształcenia poniżej 60% (niezadowalająca wiedza, liczne błędy).</w:t>
            </w:r>
          </w:p>
        </w:tc>
      </w:tr>
    </w:tbl>
    <w:p w14:paraId="3DC259CC" w14:textId="77777777" w:rsidR="0085747A" w:rsidRPr="003A64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BC25F" w14:textId="77777777" w:rsidR="009F4610" w:rsidRPr="003A644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A644C">
        <w:rPr>
          <w:rFonts w:ascii="Corbel" w:hAnsi="Corbel"/>
          <w:b/>
          <w:sz w:val="24"/>
          <w:szCs w:val="24"/>
        </w:rPr>
        <w:t xml:space="preserve">5. </w:t>
      </w:r>
      <w:r w:rsidR="00C61DC5" w:rsidRPr="003A644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5C997E" w14:textId="77777777" w:rsidR="0085747A" w:rsidRPr="003A644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85747A" w:rsidRPr="003A644C" w14:paraId="694E9618" w14:textId="77777777" w:rsidTr="00C951A2">
        <w:tc>
          <w:tcPr>
            <w:tcW w:w="6124" w:type="dxa"/>
            <w:vAlign w:val="center"/>
          </w:tcPr>
          <w:p w14:paraId="17794E98" w14:textId="77777777" w:rsidR="0085747A" w:rsidRPr="003A644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A644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A644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396" w:type="dxa"/>
            <w:vAlign w:val="center"/>
          </w:tcPr>
          <w:p w14:paraId="23C8CC33" w14:textId="77777777" w:rsidR="0085747A" w:rsidRPr="003A644C" w:rsidRDefault="00C61DC5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A644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A644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A64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16DB2" w:rsidRPr="003A644C" w14:paraId="34CBD3E1" w14:textId="77777777" w:rsidTr="00C951A2">
        <w:tc>
          <w:tcPr>
            <w:tcW w:w="6124" w:type="dxa"/>
          </w:tcPr>
          <w:p w14:paraId="06E10132" w14:textId="01792175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396" w:type="dxa"/>
          </w:tcPr>
          <w:p w14:paraId="00F792EA" w14:textId="0D552FB6" w:rsidR="00316DB2" w:rsidRPr="003A644C" w:rsidRDefault="00316DB2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DB2" w:rsidRPr="003A644C" w14:paraId="64C0D6AD" w14:textId="77777777" w:rsidTr="00C951A2">
        <w:tc>
          <w:tcPr>
            <w:tcW w:w="6124" w:type="dxa"/>
          </w:tcPr>
          <w:p w14:paraId="0A8C3369" w14:textId="0587CEC9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2329C919" w14:textId="77777777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3F9D0BDD" w14:textId="4B12F8B0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- udział w kolokwium</w:t>
            </w:r>
          </w:p>
        </w:tc>
        <w:tc>
          <w:tcPr>
            <w:tcW w:w="3396" w:type="dxa"/>
          </w:tcPr>
          <w:p w14:paraId="44FA9624" w14:textId="77777777" w:rsidR="00316DB2" w:rsidRPr="003A644C" w:rsidRDefault="00316DB2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D163BD" w14:textId="14EC36AF" w:rsidR="00316DB2" w:rsidRPr="003A644C" w:rsidRDefault="00316DB2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8</w:t>
            </w:r>
          </w:p>
          <w:p w14:paraId="06DCEEC6" w14:textId="49160BD9" w:rsidR="00316DB2" w:rsidRPr="003A644C" w:rsidRDefault="00316DB2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6DB2" w:rsidRPr="003A644C" w14:paraId="094DADE1" w14:textId="77777777" w:rsidTr="00C951A2">
        <w:tc>
          <w:tcPr>
            <w:tcW w:w="6124" w:type="dxa"/>
          </w:tcPr>
          <w:p w14:paraId="6260EA31" w14:textId="77777777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20EEBAB" w14:textId="7DCB1F13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- przygotowanie do zajęć</w:t>
            </w:r>
          </w:p>
        </w:tc>
        <w:tc>
          <w:tcPr>
            <w:tcW w:w="3396" w:type="dxa"/>
          </w:tcPr>
          <w:p w14:paraId="136F2DD3" w14:textId="77777777" w:rsidR="00316DB2" w:rsidRPr="003A644C" w:rsidRDefault="00316DB2" w:rsidP="00C951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173FA13" w14:textId="22C8FBC3" w:rsidR="00316DB2" w:rsidRPr="003A644C" w:rsidRDefault="00316DB2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16DB2" w:rsidRPr="003A644C" w14:paraId="77A742A0" w14:textId="77777777" w:rsidTr="00C951A2">
        <w:tc>
          <w:tcPr>
            <w:tcW w:w="6124" w:type="dxa"/>
          </w:tcPr>
          <w:p w14:paraId="041457B3" w14:textId="77777777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1B752208" w14:textId="172F716A" w:rsidR="00316DB2" w:rsidRPr="003A644C" w:rsidRDefault="00316DB2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16DB2" w:rsidRPr="003A644C" w14:paraId="62757398" w14:textId="77777777" w:rsidTr="00C951A2">
        <w:tc>
          <w:tcPr>
            <w:tcW w:w="6124" w:type="dxa"/>
          </w:tcPr>
          <w:p w14:paraId="66B3FD64" w14:textId="77777777" w:rsidR="00316DB2" w:rsidRPr="003A644C" w:rsidRDefault="00316DB2" w:rsidP="00316D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A64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220CDC8B" w14:textId="6399142F" w:rsidR="00316DB2" w:rsidRPr="003A644C" w:rsidRDefault="00316DB2" w:rsidP="00C951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A644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E089C6" w14:textId="77777777" w:rsidR="0085747A" w:rsidRPr="003A644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A644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A644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125EED" w14:textId="77777777" w:rsidR="003E1941" w:rsidRPr="003A644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07673" w14:textId="77777777" w:rsidR="0085747A" w:rsidRPr="003A644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 xml:space="preserve">6. </w:t>
      </w:r>
      <w:r w:rsidR="0085747A" w:rsidRPr="003A644C">
        <w:rPr>
          <w:rFonts w:ascii="Corbel" w:hAnsi="Corbel"/>
          <w:smallCaps w:val="0"/>
          <w:szCs w:val="24"/>
        </w:rPr>
        <w:t>PRAKTYKI ZAWO</w:t>
      </w:r>
      <w:r w:rsidR="009D3F3B" w:rsidRPr="003A644C">
        <w:rPr>
          <w:rFonts w:ascii="Corbel" w:hAnsi="Corbel"/>
          <w:smallCaps w:val="0"/>
          <w:szCs w:val="24"/>
        </w:rPr>
        <w:t>DOWE W RAMACH PRZEDMIOTU</w:t>
      </w:r>
    </w:p>
    <w:p w14:paraId="765CF723" w14:textId="77777777" w:rsidR="0085747A" w:rsidRPr="003A644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4990"/>
      </w:tblGrid>
      <w:tr w:rsidR="0085747A" w:rsidRPr="003A644C" w14:paraId="12910717" w14:textId="77777777" w:rsidTr="002D0FDF">
        <w:trPr>
          <w:trHeight w:val="397"/>
        </w:trPr>
        <w:tc>
          <w:tcPr>
            <w:tcW w:w="3940" w:type="dxa"/>
          </w:tcPr>
          <w:p w14:paraId="6781DFFD" w14:textId="77777777" w:rsidR="0085747A" w:rsidRPr="003A64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7C7AEADC" w14:textId="36914C03" w:rsidR="0085747A" w:rsidRPr="003A644C" w:rsidRDefault="00C951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A644C" w14:paraId="595D514D" w14:textId="77777777" w:rsidTr="002D0FDF">
        <w:trPr>
          <w:trHeight w:val="397"/>
        </w:trPr>
        <w:tc>
          <w:tcPr>
            <w:tcW w:w="3940" w:type="dxa"/>
          </w:tcPr>
          <w:p w14:paraId="60C9B8EC" w14:textId="77777777" w:rsidR="0085747A" w:rsidRPr="003A64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5C81F16" w14:textId="3963E54C" w:rsidR="0085747A" w:rsidRPr="003A644C" w:rsidRDefault="00C951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644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04EDA8" w14:textId="77777777" w:rsidR="003E1941" w:rsidRPr="003A644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1E3B72" w14:textId="77777777" w:rsidR="0085747A" w:rsidRPr="003A644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A644C">
        <w:rPr>
          <w:rFonts w:ascii="Corbel" w:hAnsi="Corbel"/>
          <w:smallCaps w:val="0"/>
          <w:szCs w:val="24"/>
        </w:rPr>
        <w:t xml:space="preserve">7. </w:t>
      </w:r>
      <w:r w:rsidR="0085747A" w:rsidRPr="003A644C">
        <w:rPr>
          <w:rFonts w:ascii="Corbel" w:hAnsi="Corbel"/>
          <w:smallCaps w:val="0"/>
          <w:szCs w:val="24"/>
        </w:rPr>
        <w:t>LITERATURA</w:t>
      </w:r>
      <w:r w:rsidRPr="003A644C">
        <w:rPr>
          <w:rFonts w:ascii="Corbel" w:hAnsi="Corbel"/>
          <w:smallCaps w:val="0"/>
          <w:szCs w:val="24"/>
        </w:rPr>
        <w:t xml:space="preserve"> </w:t>
      </w:r>
    </w:p>
    <w:p w14:paraId="66DB502A" w14:textId="77777777" w:rsidR="00675843" w:rsidRPr="003A644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3A644C" w14:paraId="2870C777" w14:textId="77777777" w:rsidTr="002D0FDF">
        <w:trPr>
          <w:trHeight w:val="397"/>
        </w:trPr>
        <w:tc>
          <w:tcPr>
            <w:tcW w:w="8930" w:type="dxa"/>
          </w:tcPr>
          <w:p w14:paraId="27F295D2" w14:textId="77777777" w:rsidR="0085747A" w:rsidRPr="00316D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D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D30EAC" w14:textId="67CA55B9" w:rsidR="002D0FDF" w:rsidRPr="00316DB2" w:rsidRDefault="007A3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Kaczmarek, B.</w:t>
            </w:r>
            <w:r w:rsidR="00A14A4F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14A4F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Wojciechowska</w:t>
            </w:r>
            <w:r w:rsidR="00430966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14A4F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(red.). (2015). </w:t>
            </w:r>
            <w:r w:rsidR="002D0FDF" w:rsidRPr="00316DB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Autyzm i AAC: alternatywne </w:t>
            </w:r>
            <w:r w:rsidR="00430966" w:rsidRPr="00316DB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="002D0FDF" w:rsidRPr="00316DB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wspomagające sposoby porozumiewania się w edukacji osób z autyzmem</w:t>
            </w:r>
            <w:r w:rsidR="002D0FDF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 Oficyna Wydawnicza Impuls</w:t>
            </w:r>
            <w:r w:rsidR="00A14A4F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3C16898" w14:textId="77777777" w:rsidR="002D0FDF" w:rsidRPr="00316DB2" w:rsidRDefault="00A14A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Błeszyński</w:t>
            </w:r>
            <w:r w:rsidR="007A34CA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(red.). </w:t>
            </w:r>
            <w:r w:rsidR="007A34CA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 w:rsidR="007A34CA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A34CA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D0FDF" w:rsidRPr="00316DB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Terapie wspomagające rozwój osób z autyzmem</w:t>
            </w:r>
            <w:r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D0FDF" w:rsidRPr="00316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Kraków: Oficyna Wydawnicza "Impuls".</w:t>
            </w:r>
          </w:p>
          <w:p w14:paraId="069F4D9A" w14:textId="5C900223" w:rsidR="002739BF" w:rsidRPr="00316DB2" w:rsidRDefault="002739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A644C" w14:paraId="7EDA3F64" w14:textId="77777777" w:rsidTr="002D0FDF">
        <w:trPr>
          <w:trHeight w:val="397"/>
        </w:trPr>
        <w:tc>
          <w:tcPr>
            <w:tcW w:w="8930" w:type="dxa"/>
          </w:tcPr>
          <w:p w14:paraId="629F5BC5" w14:textId="77777777" w:rsidR="0085747A" w:rsidRPr="00316D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D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45435" w14:textId="1D0CC08B" w:rsidR="002D0FDF" w:rsidRPr="00316DB2" w:rsidRDefault="00B85CA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Błeszyński</w:t>
            </w:r>
            <w:r w:rsidR="007A34CA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(red.). (2018). </w:t>
            </w:r>
            <w:r w:rsidR="002D0FDF" w:rsidRPr="00316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Komunikacja, mowa, język osób z zaburzeniami ze spektrum autyzmu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D0FDF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Toruń: Wydawnictwo Adam Marszałek.</w:t>
            </w:r>
          </w:p>
          <w:p w14:paraId="2FFB09EE" w14:textId="5B2AE248" w:rsidR="002D0FDF" w:rsidRPr="00316DB2" w:rsidRDefault="002739BF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Kwasiborska-Dudek, J., Emiluta-Rozya, D. (2023). </w:t>
            </w:r>
            <w:r w:rsidRPr="00316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Diagnoza i terapia logopedyczna małego dziecka z zaburzeniem ze spektrum autyzmu (ASD). 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Gdańsk: Harmonia. </w:t>
            </w:r>
          </w:p>
          <w:p w14:paraId="65FE7870" w14:textId="0D436413" w:rsidR="002D0FDF" w:rsidRPr="00316DB2" w:rsidRDefault="00CF2EB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Sedivy-Mączka</w:t>
            </w:r>
            <w:r w:rsidR="007A34CA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 (2019). </w:t>
            </w:r>
            <w:r w:rsidR="002D0FDF" w:rsidRPr="00316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Stymulacja komunikacji językowej dzieci z autyzmem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D0FDF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Kraków: Wydawnictwo Naukowe Uniwersytetu Pedagogicznego.</w:t>
            </w:r>
          </w:p>
          <w:p w14:paraId="44B0D124" w14:textId="371311DE" w:rsidR="002D0FDF" w:rsidRPr="00316DB2" w:rsidRDefault="00CF2EB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Moran</w:t>
            </w:r>
            <w:r w:rsidR="007A34CA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</w:t>
            </w:r>
            <w:r w:rsidR="00430966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</w:t>
            </w:r>
            <w:r w:rsidR="007A34CA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(2017)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2D0FDF" w:rsidRPr="00316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Efektywna komunikacja z osobami ze spektrum autyzmu: 35 wskazówek dla specjalistów</w:t>
            </w:r>
            <w:r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D0FDF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="007A34CA" w:rsidRPr="00316D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GWP</w:t>
            </w:r>
          </w:p>
          <w:p w14:paraId="09A0F4C1" w14:textId="69083CE0" w:rsidR="002D0FDF" w:rsidRPr="00316DB2" w:rsidRDefault="002D0FDF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5BED0C6" w14:textId="77777777" w:rsidR="0085747A" w:rsidRPr="003A644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5BEFB4" w14:textId="77777777" w:rsidR="0085747A" w:rsidRPr="003A644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07B9EF" w14:textId="77777777" w:rsidR="0085747A" w:rsidRPr="003A644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A64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A644C" w:rsidSect="00E062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87405" w14:textId="77777777" w:rsidR="00E06215" w:rsidRDefault="00E06215" w:rsidP="00C16ABF">
      <w:pPr>
        <w:spacing w:after="0" w:line="240" w:lineRule="auto"/>
      </w:pPr>
      <w:r>
        <w:separator/>
      </w:r>
    </w:p>
  </w:endnote>
  <w:endnote w:type="continuationSeparator" w:id="0">
    <w:p w14:paraId="07E7359E" w14:textId="77777777" w:rsidR="00E06215" w:rsidRDefault="00E062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61ADE" w14:textId="77777777" w:rsidR="00E06215" w:rsidRDefault="00E06215" w:rsidP="00C16ABF">
      <w:pPr>
        <w:spacing w:after="0" w:line="240" w:lineRule="auto"/>
      </w:pPr>
      <w:r>
        <w:separator/>
      </w:r>
    </w:p>
  </w:footnote>
  <w:footnote w:type="continuationSeparator" w:id="0">
    <w:p w14:paraId="0969D81E" w14:textId="77777777" w:rsidR="00E06215" w:rsidRDefault="00E0621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831C2"/>
    <w:multiLevelType w:val="hybridMultilevel"/>
    <w:tmpl w:val="24FC3AD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1456504">
    <w:abstractNumId w:val="1"/>
  </w:num>
  <w:num w:numId="2" w16cid:durableId="10700779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95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C7"/>
    <w:rsid w:val="001142AE"/>
    <w:rsid w:val="001152A4"/>
    <w:rsid w:val="00124BFF"/>
    <w:rsid w:val="0012560E"/>
    <w:rsid w:val="00127108"/>
    <w:rsid w:val="00134B13"/>
    <w:rsid w:val="00146BC0"/>
    <w:rsid w:val="00153C41"/>
    <w:rsid w:val="00154381"/>
    <w:rsid w:val="00154F84"/>
    <w:rsid w:val="001640A7"/>
    <w:rsid w:val="00164FA7"/>
    <w:rsid w:val="00166A03"/>
    <w:rsid w:val="001718A7"/>
    <w:rsid w:val="001737CF"/>
    <w:rsid w:val="00176083"/>
    <w:rsid w:val="00181438"/>
    <w:rsid w:val="00192F37"/>
    <w:rsid w:val="001A70D2"/>
    <w:rsid w:val="001D0235"/>
    <w:rsid w:val="001D657B"/>
    <w:rsid w:val="001D7B54"/>
    <w:rsid w:val="001E0209"/>
    <w:rsid w:val="001F2CA2"/>
    <w:rsid w:val="00200ED3"/>
    <w:rsid w:val="002144C0"/>
    <w:rsid w:val="00216B7C"/>
    <w:rsid w:val="0022477D"/>
    <w:rsid w:val="002278A9"/>
    <w:rsid w:val="002336F9"/>
    <w:rsid w:val="0024028F"/>
    <w:rsid w:val="00244A24"/>
    <w:rsid w:val="00244ABC"/>
    <w:rsid w:val="00246FD3"/>
    <w:rsid w:val="002739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F9C"/>
    <w:rsid w:val="002D0FDF"/>
    <w:rsid w:val="002D3375"/>
    <w:rsid w:val="002D73D4"/>
    <w:rsid w:val="002F02A3"/>
    <w:rsid w:val="002F4ABE"/>
    <w:rsid w:val="003018BA"/>
    <w:rsid w:val="0030395F"/>
    <w:rsid w:val="00305C92"/>
    <w:rsid w:val="003151C5"/>
    <w:rsid w:val="00316DB2"/>
    <w:rsid w:val="00333E43"/>
    <w:rsid w:val="003343CF"/>
    <w:rsid w:val="00334F6C"/>
    <w:rsid w:val="00346FE9"/>
    <w:rsid w:val="0034759A"/>
    <w:rsid w:val="003503F6"/>
    <w:rsid w:val="003530DD"/>
    <w:rsid w:val="00363F78"/>
    <w:rsid w:val="0038526C"/>
    <w:rsid w:val="003A0A5B"/>
    <w:rsid w:val="003A1176"/>
    <w:rsid w:val="003A644C"/>
    <w:rsid w:val="003C0BAE"/>
    <w:rsid w:val="003C28C0"/>
    <w:rsid w:val="003D0290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96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AF9"/>
    <w:rsid w:val="004D5282"/>
    <w:rsid w:val="004E5CC3"/>
    <w:rsid w:val="004F1551"/>
    <w:rsid w:val="004F3630"/>
    <w:rsid w:val="004F55A3"/>
    <w:rsid w:val="0050496F"/>
    <w:rsid w:val="00513B6F"/>
    <w:rsid w:val="00517C63"/>
    <w:rsid w:val="00520497"/>
    <w:rsid w:val="005235E8"/>
    <w:rsid w:val="005363C4"/>
    <w:rsid w:val="00536BDE"/>
    <w:rsid w:val="00543ACC"/>
    <w:rsid w:val="0056696D"/>
    <w:rsid w:val="005753E2"/>
    <w:rsid w:val="0059484D"/>
    <w:rsid w:val="005A0855"/>
    <w:rsid w:val="005A133C"/>
    <w:rsid w:val="005A3196"/>
    <w:rsid w:val="005C080F"/>
    <w:rsid w:val="005C55E5"/>
    <w:rsid w:val="005C696A"/>
    <w:rsid w:val="005D0D06"/>
    <w:rsid w:val="005E6E85"/>
    <w:rsid w:val="005F31D2"/>
    <w:rsid w:val="00606038"/>
    <w:rsid w:val="0061029B"/>
    <w:rsid w:val="006171DC"/>
    <w:rsid w:val="00617230"/>
    <w:rsid w:val="0062159E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43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B0"/>
    <w:rsid w:val="0078168C"/>
    <w:rsid w:val="00787C2A"/>
    <w:rsid w:val="00790E27"/>
    <w:rsid w:val="007A34CA"/>
    <w:rsid w:val="007A3ACD"/>
    <w:rsid w:val="007A4022"/>
    <w:rsid w:val="007A6E6E"/>
    <w:rsid w:val="007C3299"/>
    <w:rsid w:val="007C3BCC"/>
    <w:rsid w:val="007C4546"/>
    <w:rsid w:val="007D6E56"/>
    <w:rsid w:val="007F4155"/>
    <w:rsid w:val="008052A9"/>
    <w:rsid w:val="0081554D"/>
    <w:rsid w:val="0081707E"/>
    <w:rsid w:val="008449B3"/>
    <w:rsid w:val="008552A2"/>
    <w:rsid w:val="0085747A"/>
    <w:rsid w:val="00872C38"/>
    <w:rsid w:val="00884922"/>
    <w:rsid w:val="00885F64"/>
    <w:rsid w:val="008917F9"/>
    <w:rsid w:val="00894D2D"/>
    <w:rsid w:val="008A45F7"/>
    <w:rsid w:val="008C0CC0"/>
    <w:rsid w:val="008C19A9"/>
    <w:rsid w:val="008C379D"/>
    <w:rsid w:val="008C5147"/>
    <w:rsid w:val="008C5359"/>
    <w:rsid w:val="008C5363"/>
    <w:rsid w:val="008C66D4"/>
    <w:rsid w:val="008D3DFB"/>
    <w:rsid w:val="008E64F4"/>
    <w:rsid w:val="008F12C9"/>
    <w:rsid w:val="008F6E29"/>
    <w:rsid w:val="009049D3"/>
    <w:rsid w:val="00916188"/>
    <w:rsid w:val="00923D7D"/>
    <w:rsid w:val="009343C8"/>
    <w:rsid w:val="009508DF"/>
    <w:rsid w:val="00950DAC"/>
    <w:rsid w:val="00954A07"/>
    <w:rsid w:val="00997F14"/>
    <w:rsid w:val="00997FDE"/>
    <w:rsid w:val="009A78D9"/>
    <w:rsid w:val="009C3E31"/>
    <w:rsid w:val="009C54AE"/>
    <w:rsid w:val="009C788E"/>
    <w:rsid w:val="009D3F3B"/>
    <w:rsid w:val="009E0543"/>
    <w:rsid w:val="009E3B41"/>
    <w:rsid w:val="009E5DC3"/>
    <w:rsid w:val="009F3C5C"/>
    <w:rsid w:val="009F4610"/>
    <w:rsid w:val="00A00ECC"/>
    <w:rsid w:val="00A14A4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86"/>
    <w:rsid w:val="00A84C85"/>
    <w:rsid w:val="00A939D4"/>
    <w:rsid w:val="00A97DE1"/>
    <w:rsid w:val="00AA674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945"/>
    <w:rsid w:val="00B265EB"/>
    <w:rsid w:val="00B3130B"/>
    <w:rsid w:val="00B40ADB"/>
    <w:rsid w:val="00B43B77"/>
    <w:rsid w:val="00B43E80"/>
    <w:rsid w:val="00B552EF"/>
    <w:rsid w:val="00B607DB"/>
    <w:rsid w:val="00B66529"/>
    <w:rsid w:val="00B75946"/>
    <w:rsid w:val="00B8056E"/>
    <w:rsid w:val="00B819C8"/>
    <w:rsid w:val="00B82308"/>
    <w:rsid w:val="00B85CA5"/>
    <w:rsid w:val="00B90885"/>
    <w:rsid w:val="00BB520A"/>
    <w:rsid w:val="00BD3869"/>
    <w:rsid w:val="00BD66E9"/>
    <w:rsid w:val="00BD6FF4"/>
    <w:rsid w:val="00BF2C41"/>
    <w:rsid w:val="00C058B4"/>
    <w:rsid w:val="00C05F44"/>
    <w:rsid w:val="00C109A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A2"/>
    <w:rsid w:val="00CA1543"/>
    <w:rsid w:val="00CA2B96"/>
    <w:rsid w:val="00CA5089"/>
    <w:rsid w:val="00CA56E5"/>
    <w:rsid w:val="00CC60E2"/>
    <w:rsid w:val="00CD6897"/>
    <w:rsid w:val="00CE02AE"/>
    <w:rsid w:val="00CE46B4"/>
    <w:rsid w:val="00CE5BAC"/>
    <w:rsid w:val="00CF25BE"/>
    <w:rsid w:val="00CF2EB9"/>
    <w:rsid w:val="00CF78ED"/>
    <w:rsid w:val="00D02B25"/>
    <w:rsid w:val="00D02EBA"/>
    <w:rsid w:val="00D10B50"/>
    <w:rsid w:val="00D17C3C"/>
    <w:rsid w:val="00D26B2C"/>
    <w:rsid w:val="00D352C9"/>
    <w:rsid w:val="00D417F1"/>
    <w:rsid w:val="00D425B2"/>
    <w:rsid w:val="00D428D6"/>
    <w:rsid w:val="00D47ECF"/>
    <w:rsid w:val="00D552B2"/>
    <w:rsid w:val="00D608D1"/>
    <w:rsid w:val="00D74119"/>
    <w:rsid w:val="00D8075B"/>
    <w:rsid w:val="00D8678B"/>
    <w:rsid w:val="00DA2114"/>
    <w:rsid w:val="00DA63E6"/>
    <w:rsid w:val="00DB12FD"/>
    <w:rsid w:val="00DE09C0"/>
    <w:rsid w:val="00DE4A14"/>
    <w:rsid w:val="00DF320D"/>
    <w:rsid w:val="00DF71C8"/>
    <w:rsid w:val="00E06215"/>
    <w:rsid w:val="00E129B8"/>
    <w:rsid w:val="00E21E7D"/>
    <w:rsid w:val="00E22FBC"/>
    <w:rsid w:val="00E24BF5"/>
    <w:rsid w:val="00E25338"/>
    <w:rsid w:val="00E51E44"/>
    <w:rsid w:val="00E60A95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B4128"/>
    <w:rsid w:val="00EC4899"/>
    <w:rsid w:val="00ED03AB"/>
    <w:rsid w:val="00ED32D2"/>
    <w:rsid w:val="00EE32DE"/>
    <w:rsid w:val="00EE5457"/>
    <w:rsid w:val="00F070AB"/>
    <w:rsid w:val="00F166EA"/>
    <w:rsid w:val="00F17567"/>
    <w:rsid w:val="00F27A7B"/>
    <w:rsid w:val="00F526AF"/>
    <w:rsid w:val="00F527FD"/>
    <w:rsid w:val="00F617C3"/>
    <w:rsid w:val="00F7066B"/>
    <w:rsid w:val="00F71178"/>
    <w:rsid w:val="00F80E57"/>
    <w:rsid w:val="00F83B28"/>
    <w:rsid w:val="00F93899"/>
    <w:rsid w:val="00F974DA"/>
    <w:rsid w:val="00FA46E5"/>
    <w:rsid w:val="00FB7DBA"/>
    <w:rsid w:val="00FC10BC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D5DC8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9EDF3-9094-43C1-BD14-527407E8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2022-12-29T08:38:00Z</cp:lastPrinted>
  <dcterms:created xsi:type="dcterms:W3CDTF">2024-04-24T16:21:00Z</dcterms:created>
  <dcterms:modified xsi:type="dcterms:W3CDTF">2024-04-24T21:52:00Z</dcterms:modified>
</cp:coreProperties>
</file>